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E5E" w:rsidRDefault="00121E5E" w:rsidP="00BB1354">
      <w:pPr>
        <w:jc w:val="center"/>
      </w:pPr>
      <w:r w:rsidRPr="00EE24DD">
        <w:rPr>
          <w:noProof/>
          <w:bdr w:val="wave" w:sz="6" w:space="0" w:color="auto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18.25pt;height:141pt;visibility:visible" o:bordertopcolor="#a6a6a6" o:borderleftcolor="#a6a6a6" o:borderbottomcolor="#a6a6a6" o:borderrightcolor="#a6a6a6" filled="t" fillcolor="#7f7f7f">
            <v:fill opacity="27499f"/>
            <v:imagedata r:id="rId4" o:title=""/>
            <w10:bordertop type="single" width="6"/>
            <w10:borderleft type="single" width="6"/>
            <w10:borderbottom type="single" width="6"/>
            <w10:borderright type="single" width="6"/>
          </v:shape>
        </w:pict>
      </w:r>
    </w:p>
    <w:p w:rsidR="00121E5E" w:rsidRDefault="00121E5E" w:rsidP="00BB1354">
      <w:pPr>
        <w:spacing w:line="288" w:lineRule="auto"/>
        <w:jc w:val="center"/>
        <w:rPr>
          <w:rFonts w:ascii="Times New Roman" w:hAnsi="Times New Roman"/>
          <w:b/>
          <w:i/>
          <w:iCs/>
          <w:color w:val="730E00"/>
          <w:sz w:val="96"/>
          <w:szCs w:val="96"/>
        </w:rPr>
      </w:pPr>
    </w:p>
    <w:p w:rsidR="00121E5E" w:rsidRDefault="00121E5E" w:rsidP="00BB1354">
      <w:pPr>
        <w:spacing w:line="288" w:lineRule="auto"/>
        <w:jc w:val="center"/>
        <w:rPr>
          <w:rFonts w:ascii="Times New Roman" w:hAnsi="Times New Roman"/>
          <w:b/>
          <w:i/>
          <w:iCs/>
          <w:color w:val="730E00"/>
          <w:sz w:val="96"/>
          <w:szCs w:val="96"/>
        </w:rPr>
      </w:pPr>
      <w:r w:rsidRPr="00CF43E4">
        <w:rPr>
          <w:rFonts w:ascii="Times New Roman" w:hAnsi="Times New Roman"/>
          <w:b/>
          <w:i/>
          <w:iCs/>
          <w:color w:val="730E00"/>
          <w:sz w:val="96"/>
          <w:szCs w:val="96"/>
        </w:rPr>
        <w:t>МАЛАЯ РОДИНА</w:t>
      </w:r>
    </w:p>
    <w:p w:rsidR="00121E5E" w:rsidRPr="00CF43E4" w:rsidRDefault="00121E5E" w:rsidP="00BB1354">
      <w:pPr>
        <w:spacing w:line="288" w:lineRule="auto"/>
        <w:jc w:val="center"/>
        <w:rPr>
          <w:rFonts w:ascii="Times New Roman" w:hAnsi="Times New Roman"/>
          <w:b/>
          <w:i/>
          <w:iCs/>
          <w:color w:val="730E00"/>
          <w:sz w:val="96"/>
          <w:szCs w:val="96"/>
        </w:rPr>
      </w:pPr>
      <w:r w:rsidRPr="00CF43E4">
        <w:rPr>
          <w:rFonts w:ascii="Times New Roman" w:hAnsi="Times New Roman"/>
          <w:b/>
          <w:i/>
          <w:iCs/>
          <w:color w:val="730E00"/>
          <w:sz w:val="96"/>
          <w:szCs w:val="96"/>
        </w:rPr>
        <w:t>КНИГА  ПАМЯТИ</w:t>
      </w:r>
    </w:p>
    <w:p w:rsidR="00121E5E" w:rsidRPr="00CF43E4" w:rsidRDefault="00121E5E" w:rsidP="00BB1354">
      <w:pPr>
        <w:spacing w:line="288" w:lineRule="auto"/>
        <w:jc w:val="center"/>
        <w:rPr>
          <w:rFonts w:ascii="Times New Roman" w:hAnsi="Times New Roman"/>
          <w:b/>
          <w:i/>
          <w:iCs/>
          <w:color w:val="730E00"/>
          <w:sz w:val="44"/>
          <w:szCs w:val="44"/>
        </w:rPr>
      </w:pPr>
      <w:r w:rsidRPr="00CF43E4">
        <w:rPr>
          <w:rFonts w:ascii="Times New Roman" w:hAnsi="Times New Roman"/>
          <w:b/>
          <w:i/>
          <w:iCs/>
          <w:color w:val="730E00"/>
          <w:sz w:val="44"/>
          <w:szCs w:val="44"/>
        </w:rPr>
        <w:t xml:space="preserve">село </w:t>
      </w:r>
      <w:r>
        <w:rPr>
          <w:rFonts w:ascii="Times New Roman" w:hAnsi="Times New Roman"/>
          <w:b/>
          <w:i/>
          <w:iCs/>
          <w:color w:val="730E00"/>
          <w:sz w:val="44"/>
          <w:szCs w:val="44"/>
        </w:rPr>
        <w:t>Костенки</w:t>
      </w:r>
    </w:p>
    <w:p w:rsidR="00121E5E" w:rsidRPr="00BB1354" w:rsidRDefault="00121E5E" w:rsidP="00BB1354">
      <w:pPr>
        <w:spacing w:line="288" w:lineRule="auto"/>
        <w:jc w:val="center"/>
        <w:rPr>
          <w:b/>
          <w:i/>
          <w:iCs/>
          <w:color w:val="730E00"/>
          <w:sz w:val="44"/>
          <w:szCs w:val="44"/>
        </w:rPr>
      </w:pPr>
      <w:r w:rsidRPr="00CF43E4">
        <w:rPr>
          <w:rFonts w:ascii="Times New Roman" w:hAnsi="Times New Roman"/>
          <w:b/>
          <w:i/>
          <w:iCs/>
          <w:color w:val="730E00"/>
          <w:sz w:val="44"/>
          <w:szCs w:val="44"/>
        </w:rPr>
        <w:t>Хохольского района Воронежск</w:t>
      </w:r>
      <w:r>
        <w:rPr>
          <w:rFonts w:ascii="Times New Roman" w:hAnsi="Times New Roman"/>
          <w:b/>
          <w:i/>
          <w:iCs/>
          <w:color w:val="730E00"/>
          <w:sz w:val="44"/>
          <w:szCs w:val="44"/>
        </w:rPr>
        <w:t>ой</w:t>
      </w:r>
      <w:r w:rsidRPr="00CF43E4">
        <w:rPr>
          <w:rFonts w:ascii="Times New Roman" w:hAnsi="Times New Roman"/>
          <w:b/>
          <w:i/>
          <w:iCs/>
          <w:color w:val="730E00"/>
          <w:sz w:val="44"/>
          <w:szCs w:val="44"/>
        </w:rPr>
        <w:t xml:space="preserve"> области</w:t>
      </w:r>
      <w:r>
        <w:rPr>
          <w:b/>
          <w:i/>
          <w:iCs/>
          <w:color w:val="730E00"/>
          <w:sz w:val="44"/>
          <w:szCs w:val="44"/>
        </w:rPr>
        <w:t>.</w:t>
      </w:r>
    </w:p>
    <w:p w:rsidR="00121E5E" w:rsidRPr="00F375BD" w:rsidRDefault="00121E5E" w:rsidP="00BB1354">
      <w:pPr>
        <w:spacing w:line="240" w:lineRule="auto"/>
        <w:ind w:right="-512"/>
        <w:rPr>
          <w:rFonts w:ascii="Times New Roman" w:hAnsi="Times New Roman"/>
          <w:sz w:val="28"/>
          <w:szCs w:val="28"/>
        </w:rPr>
      </w:pPr>
      <w:r w:rsidRPr="00F375BD">
        <w:rPr>
          <w:rFonts w:ascii="Times New Roman" w:hAnsi="Times New Roman"/>
          <w:sz w:val="28"/>
          <w:szCs w:val="28"/>
        </w:rPr>
        <w:t>Костенки – это уникальное место, с невероятным природным магнетизмом.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375BD">
        <w:rPr>
          <w:rFonts w:ascii="Times New Roman" w:hAnsi="Times New Roman"/>
          <w:sz w:val="28"/>
          <w:szCs w:val="28"/>
        </w:rPr>
        <w:t>Независимо от катаклизм и воин, люди через тысячелетия возвращались 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375BD">
        <w:rPr>
          <w:rFonts w:ascii="Times New Roman" w:hAnsi="Times New Roman"/>
          <w:sz w:val="28"/>
          <w:szCs w:val="28"/>
        </w:rPr>
        <w:t>эти земли, заселяли их вновь и вновь. Поэтому история Костенок многогран-</w:t>
      </w:r>
    </w:p>
    <w:p w:rsidR="00121E5E" w:rsidRPr="00F375BD" w:rsidRDefault="00121E5E" w:rsidP="00BB1354">
      <w:pPr>
        <w:spacing w:line="240" w:lineRule="auto"/>
        <w:ind w:left="-567" w:right="-512"/>
        <w:rPr>
          <w:rFonts w:ascii="Times New Roman" w:hAnsi="Times New Roman"/>
          <w:sz w:val="28"/>
          <w:szCs w:val="28"/>
        </w:rPr>
      </w:pPr>
      <w:r w:rsidRPr="00F375BD">
        <w:rPr>
          <w:rFonts w:ascii="Times New Roman" w:hAnsi="Times New Roman"/>
          <w:sz w:val="28"/>
          <w:szCs w:val="28"/>
        </w:rPr>
        <w:t>на. Костенки являются объектом культурного наследия и входят в особоохраняемую зону.</w:t>
      </w:r>
    </w:p>
    <w:p w:rsidR="00121E5E" w:rsidRPr="00F375BD" w:rsidRDefault="00121E5E" w:rsidP="00F375BD">
      <w:pPr>
        <w:spacing w:line="240" w:lineRule="auto"/>
        <w:ind w:left="-567" w:right="-512"/>
        <w:rPr>
          <w:rFonts w:ascii="Times New Roman" w:hAnsi="Times New Roman"/>
          <w:sz w:val="28"/>
          <w:szCs w:val="28"/>
        </w:rPr>
      </w:pPr>
      <w:r w:rsidRPr="00F375BD">
        <w:rPr>
          <w:rFonts w:ascii="Times New Roman" w:hAnsi="Times New Roman"/>
          <w:sz w:val="28"/>
          <w:szCs w:val="28"/>
        </w:rPr>
        <w:t xml:space="preserve">    Костенки основано в 1642 году, как город – крепость на Белгородской черте, который с 1779 года стал селом. Село Костенки расположено в </w:t>
      </w:r>
      <w:smartTag w:uri="urn:schemas-microsoft-com:office:smarttags" w:element="metricconverter">
        <w:smartTagPr>
          <w:attr w:name="ProductID" w:val="40 км"/>
        </w:smartTagPr>
        <w:r w:rsidRPr="00F375BD">
          <w:rPr>
            <w:rFonts w:ascii="Times New Roman" w:hAnsi="Times New Roman"/>
            <w:sz w:val="28"/>
            <w:szCs w:val="28"/>
          </w:rPr>
          <w:t>40 км</w:t>
        </w:r>
      </w:smartTag>
      <w:r w:rsidRPr="00F375BD">
        <w:rPr>
          <w:rFonts w:ascii="Times New Roman" w:hAnsi="Times New Roman"/>
          <w:sz w:val="28"/>
          <w:szCs w:val="28"/>
        </w:rPr>
        <w:t xml:space="preserve"> к югу от г. Воронежа, на правом берегу р.Дон. На территории Костенок обнаружены многочисленные остатки поселений эпохи палеолита. Первое палеолитическое поселение открыто И.С. Поляковым в 1879г. Систематические раскопки проводились с 1922г. По количеству найденных статуэток Костенки занимают 1-е место среди палеолитических стоянок мира. В 1979 году был открыт музей, под крышей которого была сохранена стоянка верхнего палеолита, возрастом 20000 лет. В 1991 году был создан музей-заповедник, который, помимо уникального музея, объединил на своей территории все палеолитические стоянки Костенок.</w:t>
      </w:r>
    </w:p>
    <w:p w:rsidR="00121E5E" w:rsidRPr="00F375BD" w:rsidRDefault="00121E5E" w:rsidP="00F375BD">
      <w:pPr>
        <w:spacing w:line="240" w:lineRule="auto"/>
        <w:ind w:left="-567" w:right="-512"/>
        <w:rPr>
          <w:rFonts w:ascii="Times New Roman" w:hAnsi="Times New Roman"/>
          <w:sz w:val="28"/>
          <w:szCs w:val="28"/>
        </w:rPr>
      </w:pPr>
      <w:r w:rsidRPr="00F375BD">
        <w:rPr>
          <w:rFonts w:ascii="Times New Roman" w:hAnsi="Times New Roman"/>
          <w:sz w:val="28"/>
          <w:szCs w:val="28"/>
        </w:rPr>
        <w:t xml:space="preserve">       Село Костенки входило в состав Воронежского уезда, Гремяченского района (1928 -1963г.). В 1791 году в Костенках была построена каменная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375BD">
        <w:rPr>
          <w:rFonts w:ascii="Times New Roman" w:hAnsi="Times New Roman"/>
          <w:sz w:val="28"/>
          <w:szCs w:val="28"/>
        </w:rPr>
        <w:t>Покровская церковь. В 1867 году открыта земская школа. В 1900 году в с. Костенки имелось 5 общественных зданий, церковно-приходская школа, 2 кирпичных завода, 10 ветряных и 13 водяных мельниц, рушка, 6 мелочных лавок, 3 винные лавки, 5 чайных лавок.</w:t>
      </w:r>
    </w:p>
    <w:p w:rsidR="00121E5E" w:rsidRDefault="00121E5E" w:rsidP="00F375BD">
      <w:pPr>
        <w:spacing w:line="240" w:lineRule="auto"/>
        <w:ind w:left="-567" w:right="-512"/>
        <w:rPr>
          <w:rFonts w:ascii="Times New Roman" w:hAnsi="Times New Roman"/>
          <w:sz w:val="28"/>
          <w:szCs w:val="28"/>
        </w:rPr>
      </w:pPr>
      <w:r w:rsidRPr="00F375BD">
        <w:rPr>
          <w:rFonts w:ascii="Times New Roman" w:hAnsi="Times New Roman"/>
          <w:sz w:val="28"/>
          <w:szCs w:val="28"/>
        </w:rPr>
        <w:t xml:space="preserve">  С июля </w:t>
      </w:r>
      <w:smartTag w:uri="urn:schemas-microsoft-com:office:smarttags" w:element="metricconverter">
        <w:smartTagPr>
          <w:attr w:name="ProductID" w:val="1942 г"/>
        </w:smartTagPr>
        <w:r w:rsidRPr="00F375BD">
          <w:rPr>
            <w:rFonts w:ascii="Times New Roman" w:hAnsi="Times New Roman"/>
            <w:sz w:val="28"/>
            <w:szCs w:val="28"/>
          </w:rPr>
          <w:t>1942 г</w:t>
        </w:r>
      </w:smartTag>
      <w:r w:rsidRPr="00F375BD">
        <w:rPr>
          <w:rFonts w:ascii="Times New Roman" w:hAnsi="Times New Roman"/>
          <w:sz w:val="28"/>
          <w:szCs w:val="28"/>
        </w:rPr>
        <w:t xml:space="preserve">. по январь </w:t>
      </w:r>
      <w:smartTag w:uri="urn:schemas-microsoft-com:office:smarttags" w:element="metricconverter">
        <w:smartTagPr>
          <w:attr w:name="ProductID" w:val="1943 г"/>
        </w:smartTagPr>
        <w:r w:rsidRPr="00F375BD">
          <w:rPr>
            <w:rFonts w:ascii="Times New Roman" w:hAnsi="Times New Roman"/>
            <w:sz w:val="28"/>
            <w:szCs w:val="28"/>
          </w:rPr>
          <w:t>1943 г</w:t>
        </w:r>
      </w:smartTag>
      <w:r w:rsidRPr="00F375BD">
        <w:rPr>
          <w:rFonts w:ascii="Times New Roman" w:hAnsi="Times New Roman"/>
          <w:sz w:val="28"/>
          <w:szCs w:val="28"/>
        </w:rPr>
        <w:t>. село Костенки было оккупировано немецко-фашистскими войсками. Село было освобождено 19 января 1943 года. Из полутора тысяч костёнцев, ушедших на ф</w:t>
      </w:r>
      <w:r>
        <w:rPr>
          <w:rFonts w:ascii="Times New Roman" w:hAnsi="Times New Roman"/>
          <w:sz w:val="28"/>
          <w:szCs w:val="28"/>
        </w:rPr>
        <w:t>ронт, более 800 не вернулись до</w:t>
      </w:r>
      <w:r w:rsidRPr="00F375BD">
        <w:rPr>
          <w:rFonts w:ascii="Times New Roman" w:hAnsi="Times New Roman"/>
          <w:sz w:val="28"/>
          <w:szCs w:val="28"/>
        </w:rPr>
        <w:t xml:space="preserve">мой. В 1981 году в центре села был установлен памятник погибшим сельчанам. </w:t>
      </w:r>
    </w:p>
    <w:p w:rsidR="00121E5E" w:rsidRDefault="00121E5E" w:rsidP="00F375BD">
      <w:pPr>
        <w:spacing w:line="240" w:lineRule="auto"/>
        <w:ind w:left="-567" w:right="-5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После реставрации памятника, за последние 3 года здесь были захоронены останки 100 красноармейцев, обнаруженных поисковиками на территории села Костенки.</w:t>
      </w:r>
    </w:p>
    <w:p w:rsidR="00121E5E" w:rsidRDefault="00121E5E" w:rsidP="00F375BD">
      <w:pPr>
        <w:spacing w:line="240" w:lineRule="auto"/>
        <w:ind w:left="-567" w:right="-512"/>
        <w:rPr>
          <w:rFonts w:ascii="Times New Roman" w:hAnsi="Times New Roman"/>
          <w:sz w:val="28"/>
          <w:szCs w:val="28"/>
        </w:rPr>
      </w:pPr>
    </w:p>
    <w:p w:rsidR="00121E5E" w:rsidRDefault="00121E5E" w:rsidP="00F375BD">
      <w:pPr>
        <w:spacing w:line="240" w:lineRule="auto"/>
        <w:ind w:left="-567" w:right="-512"/>
        <w:rPr>
          <w:rFonts w:ascii="Times New Roman" w:hAnsi="Times New Roman"/>
          <w:sz w:val="28"/>
          <w:szCs w:val="28"/>
        </w:rPr>
      </w:pPr>
    </w:p>
    <w:p w:rsidR="00121E5E" w:rsidRDefault="00121E5E" w:rsidP="00F375BD">
      <w:pPr>
        <w:spacing w:line="240" w:lineRule="auto"/>
        <w:ind w:left="-567" w:right="-512"/>
        <w:rPr>
          <w:rFonts w:ascii="Times New Roman" w:hAnsi="Times New Roman"/>
          <w:sz w:val="28"/>
          <w:szCs w:val="28"/>
        </w:rPr>
      </w:pPr>
    </w:p>
    <w:p w:rsidR="00121E5E" w:rsidRDefault="00121E5E" w:rsidP="00F375BD">
      <w:pPr>
        <w:spacing w:line="240" w:lineRule="auto"/>
        <w:ind w:left="-567" w:right="-512"/>
        <w:rPr>
          <w:rFonts w:ascii="Times New Roman" w:hAnsi="Times New Roman"/>
          <w:sz w:val="28"/>
          <w:szCs w:val="28"/>
        </w:rPr>
      </w:pPr>
    </w:p>
    <w:p w:rsidR="00121E5E" w:rsidRDefault="00121E5E" w:rsidP="00F375BD">
      <w:pPr>
        <w:spacing w:line="240" w:lineRule="auto"/>
        <w:ind w:left="-567" w:right="-512"/>
        <w:rPr>
          <w:rFonts w:ascii="Times New Roman" w:hAnsi="Times New Roman"/>
          <w:sz w:val="28"/>
          <w:szCs w:val="28"/>
        </w:rPr>
      </w:pPr>
      <w:r>
        <w:pict>
          <v:shape id="_x0000_i1026" type="#_x0000_t75" style="width:667.5pt;height:501pt">
            <v:imagedata r:id="rId5" o:title=""/>
          </v:shape>
        </w:pict>
      </w:r>
    </w:p>
    <w:p w:rsidR="00121E5E" w:rsidRDefault="00121E5E" w:rsidP="00562971">
      <w:pPr>
        <w:jc w:val="center"/>
      </w:pPr>
      <w:r>
        <w:t>СПИСОК</w:t>
      </w:r>
    </w:p>
    <w:p w:rsidR="00121E5E" w:rsidRDefault="00121E5E" w:rsidP="00562971">
      <w:pPr>
        <w:jc w:val="center"/>
      </w:pPr>
      <w:r>
        <w:t>участников Великой Отечественной войны</w:t>
      </w:r>
    </w:p>
    <w:p w:rsidR="00121E5E" w:rsidRDefault="00121E5E" w:rsidP="00562971">
      <w:pPr>
        <w:jc w:val="center"/>
      </w:pPr>
      <w:r>
        <w:t>села  Костёнки  Хохольского муниципального района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47"/>
        <w:gridCol w:w="1476"/>
        <w:gridCol w:w="1224"/>
        <w:gridCol w:w="1623"/>
        <w:gridCol w:w="1168"/>
        <w:gridCol w:w="1144"/>
        <w:gridCol w:w="1321"/>
        <w:gridCol w:w="987"/>
        <w:gridCol w:w="1367"/>
        <w:gridCol w:w="1418"/>
        <w:gridCol w:w="1022"/>
        <w:gridCol w:w="1323"/>
      </w:tblGrid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№№</w:t>
            </w:r>
          </w:p>
          <w:p w:rsidR="00121E5E" w:rsidRDefault="00121E5E">
            <w:pPr>
              <w:spacing w:after="0" w:line="240" w:lineRule="auto"/>
            </w:pPr>
            <w:r>
              <w:t>пп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Фамилия, имя, отчество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 xml:space="preserve">Дата </w:t>
            </w:r>
          </w:p>
          <w:p w:rsidR="00121E5E" w:rsidRDefault="00121E5E">
            <w:pPr>
              <w:spacing w:after="0" w:line="240" w:lineRule="auto"/>
            </w:pPr>
            <w:r>
              <w:t>рождения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  <w:r>
              <w:t>Место рождения</w:t>
            </w: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  <w:r>
              <w:t xml:space="preserve">Дата </w:t>
            </w:r>
          </w:p>
          <w:p w:rsidR="00121E5E" w:rsidRDefault="00121E5E">
            <w:pPr>
              <w:spacing w:after="0" w:line="240" w:lineRule="auto"/>
            </w:pPr>
            <w:r>
              <w:t>призыва</w:t>
            </w: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  <w:r>
              <w:t xml:space="preserve">Место </w:t>
            </w:r>
          </w:p>
          <w:p w:rsidR="00121E5E" w:rsidRDefault="00121E5E">
            <w:pPr>
              <w:spacing w:after="0" w:line="240" w:lineRule="auto"/>
            </w:pPr>
            <w:r>
              <w:t>призыва</w:t>
            </w: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  <w:r>
              <w:t xml:space="preserve">Место </w:t>
            </w:r>
          </w:p>
          <w:p w:rsidR="00121E5E" w:rsidRDefault="00121E5E">
            <w:pPr>
              <w:spacing w:after="0" w:line="240" w:lineRule="auto"/>
            </w:pPr>
            <w:r>
              <w:t xml:space="preserve">службы </w:t>
            </w: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  <w:r>
              <w:t>Звание</w:t>
            </w: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  <w:r>
              <w:t>Награды</w:t>
            </w: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  <w:r>
              <w:t xml:space="preserve">Судьба </w:t>
            </w: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  <w:r>
              <w:t>История</w:t>
            </w: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Наличие  сведений в государ-</w:t>
            </w:r>
          </w:p>
          <w:p w:rsidR="00121E5E" w:rsidRDefault="00121E5E">
            <w:pPr>
              <w:spacing w:after="0" w:line="240" w:lineRule="auto"/>
            </w:pPr>
            <w:r>
              <w:t xml:space="preserve">ственной </w:t>
            </w:r>
          </w:p>
          <w:p w:rsidR="00121E5E" w:rsidRDefault="00121E5E">
            <w:pPr>
              <w:spacing w:after="0" w:line="240" w:lineRule="auto"/>
            </w:pPr>
            <w:r>
              <w:t xml:space="preserve">информа-ционной  системе </w:t>
            </w:r>
          </w:p>
          <w:p w:rsidR="00121E5E" w:rsidRDefault="00121E5E">
            <w:pPr>
              <w:spacing w:after="0" w:line="240" w:lineRule="auto"/>
            </w:pPr>
            <w:r>
              <w:t>«Интер-</w:t>
            </w:r>
          </w:p>
          <w:p w:rsidR="00121E5E" w:rsidRDefault="00121E5E">
            <w:pPr>
              <w:spacing w:after="0" w:line="240" w:lineRule="auto"/>
            </w:pPr>
            <w:r>
              <w:t>Активный сервис</w:t>
            </w:r>
          </w:p>
          <w:p w:rsidR="00121E5E" w:rsidRDefault="00121E5E">
            <w:pPr>
              <w:spacing w:after="0" w:line="240" w:lineRule="auto"/>
            </w:pPr>
            <w:r>
              <w:t>«Память народа»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1.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Авдеев В.Е.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2.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Адамов М.В.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1910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3.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Азаров И.В.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4.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Анохин Дмитрий Петрович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1902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  <w:r>
              <w:t>Пропал без вести в марте 1943 года</w:t>
            </w: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5.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Анохин Иван Андреевич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1922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  <w:r>
              <w:t>сержант</w:t>
            </w: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  <w:r>
              <w:t>Пропал без вести в марте 1943 года</w:t>
            </w: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6.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Анохин Иван Петрович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1912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7.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Анохин Михаил Ефимович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1916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  <w:r>
              <w:t>Пропал без вести в марте 1943 года</w:t>
            </w: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8.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Антонов Пётр Дмитриевич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1925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  <w:r>
              <w:t>Пропал без вести в декабре 1943 года</w:t>
            </w: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 xml:space="preserve">  9.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Аристов Алексей Васильевич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27.12.1927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  <w:r>
              <w:t>с. Костенки Гремяченского района</w:t>
            </w: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  <w:r>
              <w:t>1944</w:t>
            </w: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  <w:r>
              <w:t>В Японии в составе  34-й дивизии 1-й Дальне-восточной армии.</w:t>
            </w: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  <w:r>
              <w:t>Орден Отечест-венной войны 11 степени</w:t>
            </w: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 xml:space="preserve"> 10.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Аристов Василий Григорьевич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1924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  <w:r>
              <w:t>с. Костенки Гремяченского района</w:t>
            </w: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  <w:r>
              <w:t xml:space="preserve">Умер </w:t>
            </w:r>
          </w:p>
          <w:p w:rsidR="00121E5E" w:rsidRDefault="00121E5E">
            <w:pPr>
              <w:spacing w:after="0" w:line="240" w:lineRule="auto"/>
            </w:pPr>
            <w:r>
              <w:t>24.05.1942 от ран</w:t>
            </w: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  <w:r>
              <w:t>Захоронен село Чертовицкое,Рамонского района Воронежской области.</w:t>
            </w: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11.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Аристов</w:t>
            </w:r>
          </w:p>
          <w:p w:rsidR="00121E5E" w:rsidRDefault="00121E5E">
            <w:pPr>
              <w:spacing w:after="0" w:line="240" w:lineRule="auto"/>
            </w:pPr>
            <w:r>
              <w:t>Василий</w:t>
            </w:r>
          </w:p>
          <w:p w:rsidR="00121E5E" w:rsidRDefault="00121E5E">
            <w:pPr>
              <w:spacing w:after="0" w:line="240" w:lineRule="auto"/>
            </w:pPr>
            <w:r>
              <w:t>Егорович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1894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  <w:r>
              <w:t>с. Костенки</w:t>
            </w:r>
          </w:p>
          <w:p w:rsidR="00121E5E" w:rsidRDefault="00121E5E">
            <w:pPr>
              <w:spacing w:after="0" w:line="240" w:lineRule="auto"/>
            </w:pPr>
            <w:r>
              <w:t>Гремяченского района</w:t>
            </w: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  <w:r>
              <w:t>Умер в 1972 году</w:t>
            </w: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12.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Аристов Г.Е.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1905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13.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Аристов Иван Васильевич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1922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14.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Аристов М.Н.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1904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15.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Аристов М. Ф.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1915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16.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Аристов Пётр Михайлович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1907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  <w:r>
              <w:t>Погиб в бою 27.07.1943 года</w:t>
            </w: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  <w:r>
              <w:t>Захоронен в деревне Однолуки, Болховского района, Орловской области</w:t>
            </w: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17.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Аристов Т.И.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1906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18.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Астахов Д.Е.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19.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Астахов И. Е.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1913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20.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БАСОВ МИХАИЛ Дмитриевич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1920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  <w:r>
              <w:t>УМЕР В 1942 ГОДУ</w:t>
            </w: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21.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Бахметьев А.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1919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22.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БАХМЕТЬЕВ ВАСИЛИЙ ИВАНОВИЧ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1921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  <w:r>
              <w:t>УМЕР В 1941 ГОДУ</w:t>
            </w: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23.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БАХМЕТЬЕВ В.С.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1920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24.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Бахметьев Григорий Павлович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1902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  <w:r>
              <w:t>Пропал без вести в мае 1943 года</w:t>
            </w: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25.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Бахметьев Г.П.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1911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26.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Бахметьев Е.М.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1911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27.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Бахметьев Иван Иванович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1903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  <w:r>
              <w:t>Погиб в 1945 году</w:t>
            </w: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28.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Бахметьев Иван Павлович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1900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  <w:r>
              <w:t>Умер в 1943 году</w:t>
            </w: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29.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Бахметьев Илья Иванович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1918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30.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Бахметьев М.М.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1906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31.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Бахметьев М.М.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1923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32.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Бахметьев М.М.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1926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 xml:space="preserve"> 33.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Бахметьев Митрофан Павлович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1929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  <w:r>
              <w:t>с. Костенки Гремяченского района</w:t>
            </w: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  <w:r>
              <w:t>В боях за Минск, Вену</w:t>
            </w: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  <w:r>
              <w:t>Орден Отечест-венной войны 11 степени и медалями</w:t>
            </w: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34.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Бахметьев Н.И.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1919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35.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Бахметьев Николай Семёнович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1927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  <w:r>
              <w:t>Умер в 1945 году</w:t>
            </w: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36.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Бахметьев Пётр Иванович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1905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  <w:r>
              <w:t>Умер в 1942 году</w:t>
            </w: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37.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Бахметьев П.И.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1911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38.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Бахметьев П.И.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1912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39.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Бахметьев Пётр Иванович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1920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  <w:r>
              <w:t>Погиб в немецком плену 03 декабря 1943 года</w:t>
            </w: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40.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Бахметьев Т. П.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1913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41.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Бирюков Акафипоний Иосифович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1906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  <w:r>
              <w:t>Умер от ран 15.07.1943 года</w:t>
            </w: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  <w:r>
              <w:t>Захоронен Сухиничский район, Калужской обл.</w:t>
            </w: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42.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Бирюков Константин Кузьмич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1926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  <w:r>
              <w:t>сержант</w:t>
            </w: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  <w:r>
              <w:t>Погиб на фронте в апреле 1945г.</w:t>
            </w: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43.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Богданов Алексей Михайлович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1903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  <w:r>
              <w:t>Пропал без вести в июле 1942 года</w:t>
            </w: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44.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Богданов Григорий Васильевич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45.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Богданов Егор Филиппович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1901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  <w:r>
              <w:t>Пропал без вести в марте 1943 года</w:t>
            </w: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 xml:space="preserve"> 46.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Богданов Иван Филиппович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02.08.1912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  <w:r>
              <w:t>с. Костенки Гремяченского района</w:t>
            </w: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  <w:r>
              <w:t>1941</w:t>
            </w: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  <w:r>
              <w:t>Медаль «За боевые заслуги»</w:t>
            </w: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  <w:r>
              <w:t>Умер в 1982 году</w:t>
            </w: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47.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 xml:space="preserve">Богданов П.М. 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1915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48.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Богданов Пётр Михайлович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1919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  <w:r>
              <w:t>Умер в 1942 году</w:t>
            </w: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49.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Богданов Сергей Павлович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1903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  <w:r>
              <w:t>Умер в 1941 году</w:t>
            </w: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50.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Богданов Ф.О.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51.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Болдырев В. М.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1914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52.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Болдырев В.М.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1918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53.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Болдырев Иван Павлович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1914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  <w:r>
              <w:t>Умер в 1941 году</w:t>
            </w: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54.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Болдырев Иван Степанович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1904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  <w:r>
              <w:t>Пропал без вести в феврале 1943 года</w:t>
            </w: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55.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Болдырев Михаил Павлович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1910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  <w:r>
              <w:t>Умер в 1941 году</w:t>
            </w: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56.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Болдырев Н.Т.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1912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57.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Бородин Егор Петрович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1914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  <w:r>
              <w:t>Умер в 1943 году</w:t>
            </w: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58.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Бородин И. Н.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59.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Бочаров М.Ф.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60.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Бочаров Н.Г.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 xml:space="preserve"> 61.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Гапонов Николай Иванович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23.11.1921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  <w:r>
              <w:t>с. Тросна Курской области</w:t>
            </w: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  <w:r>
              <w:t>1941</w:t>
            </w: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  <w:r>
              <w:t>В артилле-рийских частях 2-го Белорус-ского фронта</w:t>
            </w: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  <w:r>
              <w:t xml:space="preserve"> Двумя орденами Отечест-венной войны 11степени и медалями</w:t>
            </w: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  <w:r>
              <w:t xml:space="preserve">Умер 10.09.1990 </w:t>
            </w: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rPr>
          <w:trHeight w:val="274"/>
        </w:trPr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62.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Гончаров Алексей Павлович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1906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  <w:r>
              <w:t>Умер в 1942 году</w:t>
            </w: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63.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Гончаров В.Е.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64.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Гончаров В.К.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 xml:space="preserve"> 65.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Гончаров Василий Петрович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1912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  <w:r>
              <w:t>с. Костенки Гремяченского района</w:t>
            </w: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  <w:r>
              <w:t>1941</w:t>
            </w: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  <w:r>
              <w:t>В боях за Керчь</w:t>
            </w: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  <w:r>
              <w:t>медалями</w:t>
            </w: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  <w:r>
              <w:t>Умер в 1980 году</w:t>
            </w: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66.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Гончаров И.В.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1897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67.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Гончаров И.В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1905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rPr>
          <w:trHeight w:val="1150"/>
        </w:trPr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68.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Гончаров И.Д.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1914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rPr>
          <w:trHeight w:val="1150"/>
        </w:trPr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69.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Гончаров Иван Кузьмич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1923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  <w:r>
              <w:t>сержант</w:t>
            </w: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  <w:r>
              <w:t xml:space="preserve">Погиб в бою 21.02.1945 года </w:t>
            </w: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  <w:r>
              <w:t>Захоронен г. Приекуль, Латвия</w:t>
            </w: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70.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Гончаров Игнат Дмитриевич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1900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  <w:r>
              <w:t>Умер в 1941 году</w:t>
            </w: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71.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Гончаров М.В.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1909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 xml:space="preserve"> 72.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 xml:space="preserve"> Гончаров  Михаил Дмитриевич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1904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  <w:r>
              <w:t>с. Костенки Гремяченского района</w:t>
            </w: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  <w:r>
              <w:t>майор</w:t>
            </w: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  <w:r>
              <w:t>В 313-м полку 9-й отдельной  бригады</w:t>
            </w: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  <w:r>
              <w:t>Орден Отечественной войны 2-й степени и медалями.</w:t>
            </w: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  <w:r>
              <w:t>Умер в 1984 году</w:t>
            </w: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73.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Гончаров Михаил Дмитриевич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1906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  <w:r>
              <w:t>С. Костенки Гремяченского района</w:t>
            </w: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  <w:r>
              <w:t>1942</w:t>
            </w: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  <w:r>
              <w:t>40-я Армия Воронежский фронт</w:t>
            </w: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  <w:r>
              <w:t>медалями</w:t>
            </w: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  <w:r>
              <w:t xml:space="preserve">Умер в </w:t>
            </w:r>
            <w:smartTag w:uri="urn:schemas-microsoft-com:office:smarttags" w:element="metricconverter">
              <w:smartTagPr>
                <w:attr w:name="ProductID" w:val="1978 г"/>
              </w:smartTagPr>
              <w:r>
                <w:t>1978 г</w:t>
              </w:r>
            </w:smartTag>
            <w:r>
              <w:t>.</w:t>
            </w: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74.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Гончаров Павел Петрович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1918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  <w:r>
              <w:t>Мл. сержант</w:t>
            </w: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  <w:r>
              <w:t>Умер от ран 17.10.1942 года</w:t>
            </w: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  <w:r>
              <w:t>Захоронен хутор Кепинский,Фроловский район, Волгоградской обл.</w:t>
            </w: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75.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Гончаров Степан Дмитриевич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1911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  <w:r>
              <w:t>Умер в 1941 году</w:t>
            </w: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76.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Горлин Алексей Терентьевич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1910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  <w:r>
              <w:t xml:space="preserve">Погиб в бою 12.01.1943 года </w:t>
            </w: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  <w:r>
              <w:t>Захоронен г.Волгоград,П.Гули Королёвой, братская могила</w:t>
            </w: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77.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Горлин М.Д.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1905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78.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Гущин Алексей Алексеевич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1900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  <w:r>
              <w:t>Умер в 1942 году</w:t>
            </w: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79.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Гущин А.А.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1905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80.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Гущин Алексей Петрович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06.12.1922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  <w:r>
              <w:t>с. Костенки Гремяченского района</w:t>
            </w: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  <w:r>
              <w:t>1942</w:t>
            </w: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  <w:r>
              <w:t>Старший сержант</w:t>
            </w: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  <w:r>
              <w:t>212-го отдельного зенитного девизиона на 1-ом Белорус-ском фронте</w:t>
            </w: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  <w:r>
              <w:t>Орденами Отечест-венной войны 1степени,Красной Звезды, трудового Красного Знамени и медалями</w:t>
            </w: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  <w:r>
              <w:t>Умер в 1990 году</w:t>
            </w: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81.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Гущин И.В.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1907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82.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Гущин Иван Митрофанович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1913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  <w:r>
              <w:t>Умер в 1943 году</w:t>
            </w: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  <w:rPr>
                <w:sz w:val="16"/>
                <w:szCs w:val="16"/>
              </w:rPr>
            </w:pPr>
            <w:r>
              <w:t>83.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Гущин Ф.С.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1907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84.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Казначеев Петр Иванович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1924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  <w:r>
              <w:t>С. Костенки Гремяченского района</w:t>
            </w: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  <w:r>
              <w:t xml:space="preserve"> 161 сп, 161 гв. сп. 53 гв.ед. 3 Приб.Ф.,161 гв. сп. 53 гв. ед.Лен.Ф.</w:t>
            </w: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85.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Квасов Иван Петрович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20.051927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  <w:r>
              <w:t>с. Костенки Гремяченского района</w:t>
            </w: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  <w:r>
              <w:t>1944</w:t>
            </w: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  <w:r>
              <w:t>384 стрелковый полк, дальневосточный фронт</w:t>
            </w: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  <w:r>
              <w:t>Орден Отечест-венной войны 11степени и медалями</w:t>
            </w: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  <w:r>
              <w:t>Умер в 1988</w:t>
            </w: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86.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Кожухов Иван Михайлович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1901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  <w:r>
              <w:t>с. Александ ровка</w:t>
            </w:r>
          </w:p>
          <w:p w:rsidR="00121E5E" w:rsidRDefault="00121E5E">
            <w:pPr>
              <w:spacing w:after="0" w:line="240" w:lineRule="auto"/>
            </w:pPr>
            <w:r>
              <w:t>Гремяченского района</w:t>
            </w: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  <w:r>
              <w:t>1941</w:t>
            </w: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  <w:r>
              <w:t>В саперных войсках</w:t>
            </w: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  <w:r>
              <w:t>Награжден медалями</w:t>
            </w: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  <w:r>
              <w:t>Умер в 1953 году</w:t>
            </w: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87.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Кожухов Семен Васильевич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1911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  <w:r>
              <w:t>с. Александ ровка</w:t>
            </w:r>
          </w:p>
          <w:p w:rsidR="00121E5E" w:rsidRDefault="00121E5E">
            <w:pPr>
              <w:spacing w:after="0" w:line="240" w:lineRule="auto"/>
            </w:pPr>
            <w:r>
              <w:t>Гремяченского района</w:t>
            </w: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  <w:r>
              <w:t>1941</w:t>
            </w: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  <w:r>
              <w:t>В боях под  Ржевом</w:t>
            </w: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  <w:r>
              <w:t>Медаль «За боевые заслуги»</w:t>
            </w: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 xml:space="preserve"> 88.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Кораблин Николай Федорович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1927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  <w:r>
              <w:t>с. Костенки Гремяченского района</w:t>
            </w: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  <w:r>
              <w:t>967 сп. 273 сд. 22 сп. 399сд.</w:t>
            </w: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  <w:r>
              <w:t>мл.лейтенант.</w:t>
            </w: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 xml:space="preserve"> 89.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Коротыгин Петр Митрофанович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19.07.1919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  <w:r>
              <w:t>с. Костенки Гремяченского района</w:t>
            </w: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  <w:r>
              <w:t>1939</w:t>
            </w: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  <w:r>
              <w:t>Воевал в морской пехоте</w:t>
            </w: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  <w:r>
              <w:t>Медаль «За отвагу», «За боевые  заслуги»</w:t>
            </w: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  <w:r>
              <w:t>Умер 23.02.1984</w:t>
            </w: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 xml:space="preserve"> 90.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Корчагин Николай Тихонович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01.05.1924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  <w:r>
              <w:t>с. Александ ровка</w:t>
            </w:r>
          </w:p>
          <w:p w:rsidR="00121E5E" w:rsidRDefault="00121E5E">
            <w:pPr>
              <w:spacing w:after="0" w:line="240" w:lineRule="auto"/>
            </w:pPr>
            <w:r>
              <w:t>Гремяченского района</w:t>
            </w: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  <w:r>
              <w:t>1943</w:t>
            </w: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  <w:r>
              <w:t>На 2-ом Украинс-ком фронте в 5-ой танковой армии, участвовал в войне с Японией</w:t>
            </w: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  <w:r>
              <w:t>Орден Отечест-венной войны  11степени и медалями</w:t>
            </w: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 xml:space="preserve"> 91.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Корчагин Семен Андреевич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1927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  <w:r>
              <w:t>с. Костенки Гремяченског района</w:t>
            </w: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  <w:r>
              <w:t>УВПС 23 УОС 27 РГК ГСО ВГ</w:t>
            </w: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  <w:r>
              <w:t>ст.инжинер лейтенант</w:t>
            </w: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 xml:space="preserve"> 92.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Куралесин Иван Алексеевич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 xml:space="preserve"> 1922</w:t>
            </w:r>
          </w:p>
        </w:tc>
        <w:tc>
          <w:tcPr>
            <w:tcW w:w="1623" w:type="dxa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/>
            </w:tblPr>
            <w:tblGrid>
              <w:gridCol w:w="1623"/>
            </w:tblGrid>
            <w:tr w:rsidR="00121E5E">
              <w:tc>
                <w:tcPr>
                  <w:tcW w:w="16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21E5E" w:rsidRDefault="00121E5E">
                  <w:pPr>
                    <w:spacing w:after="0" w:line="240" w:lineRule="auto"/>
                  </w:pPr>
                  <w:r>
                    <w:t>с. Костенки Гремяченского района</w:t>
                  </w:r>
                </w:p>
              </w:tc>
            </w:tr>
          </w:tbl>
          <w:p w:rsidR="00121E5E" w:rsidRDefault="00121E5E">
            <w:pPr>
              <w:spacing w:after="0" w:line="240" w:lineRule="auto"/>
            </w:pP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  <w:r>
              <w:t>1940</w:t>
            </w: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  <w:r>
              <w:t>В составе 59-го авиа-десантного полка стрелком-радистом</w:t>
            </w: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  <w:r>
              <w:t>Орденом Красной Звезды и медалями</w:t>
            </w: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93.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Куралесина Вера Васильевна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1918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  <w:r>
              <w:t>с. Костенки Гремяченского района</w:t>
            </w: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  <w:r>
              <w:t>1941</w:t>
            </w: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  <w:r>
              <w:t>Под Севас-тополем , под Сталин-градом фельдшером</w:t>
            </w: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  <w:r>
              <w:t>Орденами Отечест-венной войны  11степени,Красной Звезды и медалями</w:t>
            </w: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94.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Никифоров Николай Яковлевич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02.03.1914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  <w:r>
              <w:t>с. Костенки Гремяченского района</w:t>
            </w: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  <w:r>
              <w:t>1942</w:t>
            </w: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  <w:r>
              <w:t>В боях за Воронеж в составе 303-й стрелковой дивизии 60-й армии</w:t>
            </w: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  <w:r>
              <w:t>Орден Отечест-венной войны  11степени и медалями</w:t>
            </w: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95.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Пальчиков Иван Васильевич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1927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  <w:rPr>
                <w:i/>
              </w:rPr>
            </w:pPr>
            <w:r>
              <w:t>с. Костенки Гремяченского района</w:t>
            </w: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  <w:r>
              <w:t>1944</w:t>
            </w: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  <w:r>
              <w:t>Орден Отечест-венной войны  11степени и медалями</w:t>
            </w: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  <w:r>
              <w:t>Умер в 1982 году</w:t>
            </w: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96.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Панков Иван Андреевич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1910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  <w:r>
              <w:t>с. Костенки Гремяченского района</w:t>
            </w: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  <w:r>
              <w:t>1941</w:t>
            </w: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  <w:r>
              <w:t>В составе 38-й морской бригады</w:t>
            </w: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  <w:r>
              <w:t>Орденом Красной Звезды и медалями.</w:t>
            </w: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97.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Панков Трофим Захарович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1912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  <w:r>
              <w:t>с. Костенки Гремяченского района</w:t>
            </w: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  <w:r>
              <w:t>1941</w:t>
            </w: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  <w:r>
              <w:t>На реактивных установках «Катюша»</w:t>
            </w: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  <w:r>
              <w:t>Награжден медалями</w:t>
            </w: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  <w:r>
              <w:t>Умер в 1984 году</w:t>
            </w: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98.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Петин Василий Ильич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15.07.1919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  <w:r>
              <w:t>с. Костенки Гремяченского района</w:t>
            </w: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  <w:r>
              <w:t>1944</w:t>
            </w: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  <w:r>
              <w:t>Умер 05.07.1981</w:t>
            </w: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99.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Петин Егор Тимофеевич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1913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  <w:r>
              <w:t>с. Костенки Гремяченского района</w:t>
            </w: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  <w:r>
              <w:t>1941</w:t>
            </w: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  <w:r>
              <w:t>Награжден медалями</w:t>
            </w: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  <w:r>
              <w:t>Умер в 1976г.</w:t>
            </w: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  <w:r>
              <w:t>В боях под Смоленском</w:t>
            </w: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100.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Петин Иван Гаврилович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21.09.1927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  <w:r>
              <w:t>с. Александ ровка</w:t>
            </w:r>
          </w:p>
          <w:p w:rsidR="00121E5E" w:rsidRDefault="00121E5E">
            <w:pPr>
              <w:spacing w:after="0" w:line="240" w:lineRule="auto"/>
            </w:pPr>
            <w:r>
              <w:t>Гремяченского района</w:t>
            </w: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  <w:r>
              <w:t>Орден Отечест-венной войны  11степени и медалям</w:t>
            </w: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  <w:r>
              <w:t>Умер 28 июня 1980</w:t>
            </w: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  <w:r>
              <w:t>Участвовал в войне с Японией</w:t>
            </w: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101.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Попов Владимир Антонович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1923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  <w:r>
              <w:t>с. Костенки Гремяченского района</w:t>
            </w: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  <w:r>
              <w:t>1942</w:t>
            </w: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  <w:r>
              <w:t>2-й Белорусский фронт</w:t>
            </w: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  <w:r>
              <w:t>Умер в 1979</w:t>
            </w: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102.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Попов Иван Дмитриевич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1923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  <w:r>
              <w:t>С.Костенки Гремяченского района</w:t>
            </w: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  <w:r>
              <w:t>1942</w:t>
            </w: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  <w:r>
              <w:t>Воевал в составе 60-й армии в 575-м стрелковом полку 161-й стрелковой дивизии</w:t>
            </w: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103.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Попов Иван Иванович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  <w:r>
              <w:t>С.Костенки Гремяченского района</w:t>
            </w: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  <w:r>
              <w:t>31 кп.</w:t>
            </w: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  <w:r>
              <w:t>Убит 25.02.1943г.</w:t>
            </w:r>
          </w:p>
          <w:p w:rsidR="00121E5E" w:rsidRDefault="00121E5E">
            <w:pPr>
              <w:spacing w:after="0" w:line="240" w:lineRule="auto"/>
            </w:pPr>
            <w:r>
              <w:t>Украинская ССР,Харьковская обл.,с. Подкопай.</w:t>
            </w: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104.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Попов</w:t>
            </w:r>
          </w:p>
          <w:p w:rsidR="00121E5E" w:rsidRDefault="00121E5E">
            <w:pPr>
              <w:spacing w:after="0" w:line="240" w:lineRule="auto"/>
            </w:pPr>
            <w:r>
              <w:t xml:space="preserve"> Иван Митрофанови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07.04.1924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  <w:r>
              <w:t>с. Александ ровка</w:t>
            </w:r>
          </w:p>
          <w:p w:rsidR="00121E5E" w:rsidRDefault="00121E5E">
            <w:pPr>
              <w:spacing w:after="0" w:line="240" w:lineRule="auto"/>
            </w:pPr>
            <w:r>
              <w:t>Гремяченского района</w:t>
            </w: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  <w:r>
              <w:t>1940</w:t>
            </w: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  <w:r>
              <w:t>На Дальнем Востоке, на Западном фронте</w:t>
            </w: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  <w:r>
              <w:t>Орденом Красной Звезды и медалями</w:t>
            </w: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  <w:r>
              <w:t>Умер 20.07.1964</w:t>
            </w: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105.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Попов Иван Филиппович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1905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  <w:r>
              <w:t>с. Костенки Гремяченского района</w:t>
            </w: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  <w:r>
              <w:t>Под смоленском</w:t>
            </w: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  <w:r>
              <w:t>Умер в 1965</w:t>
            </w: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106.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Попов Митрофан Ильич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1900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  <w:r>
              <w:t>с. Александ ровка</w:t>
            </w:r>
          </w:p>
          <w:p w:rsidR="00121E5E" w:rsidRDefault="00121E5E">
            <w:pPr>
              <w:spacing w:after="0" w:line="240" w:lineRule="auto"/>
            </w:pPr>
            <w:r>
              <w:t>Гремяченского района</w:t>
            </w: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  <w:r>
              <w:t>1941</w:t>
            </w: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  <w:r>
              <w:t>Под Москвой</w:t>
            </w: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  <w:r>
              <w:t>Награжден медалями</w:t>
            </w: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  <w:r>
              <w:t>Умер 13.01.1972</w:t>
            </w: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107.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Попов Митрофан Павлович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01.06.1921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  <w:r>
              <w:t>с. Костенки Гремяченского района</w:t>
            </w: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  <w:r>
              <w:t>1942</w:t>
            </w: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  <w:r>
              <w:t>2-й Украинский фронт в составе 165-й понтонной бригады</w:t>
            </w: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  <w:r>
              <w:t>Орденами Отечест-венной войны  11степени, Славы 111 степени и медалями</w:t>
            </w: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108.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Попов Митрофан Петрович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1909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  <w:r>
              <w:t>с. Костенки Гремяченского района</w:t>
            </w: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  <w:r>
              <w:t>1941</w:t>
            </w: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  <w:r>
              <w:t>Авиационный полк</w:t>
            </w: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  <w:r>
              <w:t>Награжден  медалями</w:t>
            </w: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  <w:r>
              <w:t>Умер в 1969г.</w:t>
            </w: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109.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Попов Николай Михайлович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1923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  <w:r>
              <w:t>с. Александ ровка</w:t>
            </w:r>
          </w:p>
          <w:p w:rsidR="00121E5E" w:rsidRDefault="00121E5E">
            <w:pPr>
              <w:spacing w:after="0" w:line="240" w:lineRule="auto"/>
            </w:pPr>
            <w:r>
              <w:t>Гремяченского района</w:t>
            </w: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  <w:r>
              <w:t>1941</w:t>
            </w: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  <w:r>
              <w:t>Войска связи</w:t>
            </w: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  <w:r>
              <w:t>майор</w:t>
            </w: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  <w:r>
              <w:t>Орденами  Отечест-венной войны  1,11 и 111степени, Красной Звезды, и другими медалями</w:t>
            </w: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110.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Протопопов Иван Михайлович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1923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  <w:r>
              <w:t>с. Костенки Гремяченского района</w:t>
            </w: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  <w:r>
              <w:t>1942</w:t>
            </w: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  <w:r>
              <w:t>Награжден медалями</w:t>
            </w: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  <w:r>
              <w:t>Умер в 1949 году</w:t>
            </w: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111.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Саввин Семен Иванович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1922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  <w:r>
              <w:t>с. Александ -ровка</w:t>
            </w:r>
          </w:p>
          <w:p w:rsidR="00121E5E" w:rsidRDefault="00121E5E">
            <w:pPr>
              <w:spacing w:after="0" w:line="240" w:lineRule="auto"/>
            </w:pPr>
            <w:r>
              <w:t>Гремяченского района</w:t>
            </w: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  <w:r>
              <w:t>1941</w:t>
            </w: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  <w:r>
              <w:t>Воевал на самолетах И-15,И-153, И-16, МИГах в Кремен-чуге.</w:t>
            </w: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  <w:r>
              <w:t>Орденом</w:t>
            </w:r>
          </w:p>
          <w:p w:rsidR="00121E5E" w:rsidRDefault="00121E5E">
            <w:pPr>
              <w:spacing w:after="0" w:line="240" w:lineRule="auto"/>
            </w:pPr>
            <w:r>
              <w:t>Красного Знамени,</w:t>
            </w:r>
          </w:p>
          <w:p w:rsidR="00121E5E" w:rsidRDefault="00121E5E">
            <w:pPr>
              <w:spacing w:after="0" w:line="240" w:lineRule="auto"/>
            </w:pPr>
            <w:r>
              <w:t>двумя Ор-денами  Отечест-венной войны 11 степени, двумя Орденами Краснгой Звезды и медалями.</w:t>
            </w: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  <w:r>
              <w:t>Умер 18.08.1992</w:t>
            </w: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112.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 xml:space="preserve">Семилуцкий Иван Васильевич 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1908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  <w:r>
              <w:t>С. Костенки Гремяченского района</w:t>
            </w: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  <w:r>
              <w:t>рядовой</w:t>
            </w: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113.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Серков</w:t>
            </w:r>
          </w:p>
          <w:p w:rsidR="00121E5E" w:rsidRDefault="00121E5E">
            <w:pPr>
              <w:spacing w:after="0" w:line="240" w:lineRule="auto"/>
            </w:pPr>
            <w:r>
              <w:t xml:space="preserve"> Иван Сергеевич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1896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  <w:r>
              <w:t>На Северном Кавказе</w:t>
            </w: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  <w:r>
              <w:t>На Ленинград-ском, 1-ом прибалтий-ском фронтах</w:t>
            </w: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  <w:r>
              <w:t>Награжден медалями</w:t>
            </w: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  <w:r>
              <w:t>Умер в 1953 году</w:t>
            </w: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114.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Сидельников Михаил Алексеевич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1896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  <w:r>
              <w:t>с. Костенки Гремяченского района</w:t>
            </w: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  <w:r>
              <w:t>1941</w:t>
            </w: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  <w:r>
              <w:t>На Курско-Орловской дуге</w:t>
            </w: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  <w:r>
              <w:t>Медаль «За боевые заслуги» и  другими медалями</w:t>
            </w: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  <w:r>
              <w:t>Умер в  1970 году</w:t>
            </w: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115.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Сиухин Андрей Васильевич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1915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  <w:r>
              <w:t>с. Александ -ровка</w:t>
            </w:r>
          </w:p>
          <w:p w:rsidR="00121E5E" w:rsidRDefault="00121E5E">
            <w:pPr>
              <w:spacing w:after="0" w:line="240" w:lineRule="auto"/>
            </w:pPr>
            <w:r>
              <w:t>Гремяченского района</w:t>
            </w: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  <w:r>
              <w:t>1937</w:t>
            </w: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  <w:r>
              <w:t>На западном фронте</w:t>
            </w: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  <w:r>
              <w:t>Награжден медалями</w:t>
            </w: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  <w:r>
              <w:t>Умер 1951</w:t>
            </w: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116.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Соловьев Алексей Васильевич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1916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  <w:r>
              <w:t>С. Костенки Гремяченского района</w:t>
            </w: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  <w:r>
              <w:t>1942</w:t>
            </w: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  <w:r>
              <w:t>Награжден медалями</w:t>
            </w: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  <w:r>
              <w:t>Умер в 1981г.</w:t>
            </w: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117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Степанов Яков Васильевич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1919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  <w:r>
              <w:t>с. Костенки Гремяченского района</w:t>
            </w: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  <w:r>
              <w:t>1939</w:t>
            </w: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  <w:r>
              <w:t>Под Сталинградом</w:t>
            </w: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  <w:r>
              <w:t>Орден Отечест-венной войны  11степени и медалями</w:t>
            </w: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118.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Стучилин Алексей Иванович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10.10.1920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  <w:r>
              <w:t>с. Костенки Гремяченского района</w:t>
            </w: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  <w:r>
              <w:t>1940</w:t>
            </w: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  <w:r>
              <w:t>В танковых войсках</w:t>
            </w: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  <w:r>
              <w:t>Награжден медалями</w:t>
            </w: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  <w:r>
              <w:t>Умер в 1984 году</w:t>
            </w: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119.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Сысоев Василий Андреевич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1912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  <w:r>
              <w:t>с. Костенки Гремяченского района</w:t>
            </w: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  <w:r>
              <w:t>1941</w:t>
            </w: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  <w:r>
              <w:t>В составе 80-ой дивизии в 42-м стрел-ковом полку авто-матчиком 1-го Украин-ского фронта</w:t>
            </w: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  <w:r>
              <w:t>Медалью «За боевые заслуги» и другими медалами</w:t>
            </w: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  <w:r>
              <w:t>Умер в 1979 году</w:t>
            </w: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120.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Сысоев Иван Фёдорович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1906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  <w:r>
              <w:t>с. Александ -ровка</w:t>
            </w:r>
          </w:p>
          <w:p w:rsidR="00121E5E" w:rsidRDefault="00121E5E">
            <w:pPr>
              <w:spacing w:after="0" w:line="240" w:lineRule="auto"/>
            </w:pPr>
            <w:r>
              <w:t>Гремяченского района</w:t>
            </w: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  <w:r>
              <w:t>1943</w:t>
            </w: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  <w:r>
              <w:t>Авиационные войска Западного фронта</w:t>
            </w: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  <w:r>
              <w:t>Награжден медалями</w:t>
            </w: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  <w:r>
              <w:t>Умер в 1975 году</w:t>
            </w: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121.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Сысоев Николай Иванович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1914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  <w:r>
              <w:t>с. Костенки Гремяченского района</w:t>
            </w: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  <w:r>
              <w:t>1941</w:t>
            </w: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  <w:r>
              <w:t>В пехоте</w:t>
            </w: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  <w:r>
              <w:t>Награжден медалями</w:t>
            </w: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  <w:r>
              <w:t>Умер в 1978 году</w:t>
            </w: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122.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Сысоев Поликарп Петрович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15.02.1902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  <w:r>
              <w:t>с. Костенки Гремяченского района</w:t>
            </w: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  <w:r>
              <w:t>1941</w:t>
            </w: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  <w:r>
              <w:t>На Московс-ком нап-равлении в составе 1018-го стрелкового полка</w:t>
            </w: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  <w:r>
              <w:t>Умер в 1990 году</w:t>
            </w: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123.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Сысоев Филипп Федорович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1915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  <w:r>
              <w:t>с. Костенки Гремяченского района</w:t>
            </w: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  <w:r>
              <w:t>1941</w:t>
            </w: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  <w:r>
              <w:t>Под  Ельней</w:t>
            </w: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  <w:r>
              <w:t>Умер в 1962 году</w:t>
            </w: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124.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Титов Митрофан Романович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1913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  <w:r>
              <w:t>с. Костенки Гремяченского района</w:t>
            </w: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  <w:r>
              <w:t>1941</w:t>
            </w: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  <w:r>
              <w:t>Западный и 2-й Украинский фронт</w:t>
            </w: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  <w:r>
              <w:t>Орден Отечест-венной войны  11степени</w:t>
            </w: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  <w:r>
              <w:t>Умер в 1980 году</w:t>
            </w: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125.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Турков Андрей Никитович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1925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  <w:r>
              <w:t>Х.Должонки Гремяченского района</w:t>
            </w: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  <w:r>
              <w:t>1944</w:t>
            </w: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  <w:r>
              <w:t>В216-й стрелковой дивизии на 1-ом При-балтийском  фронте</w:t>
            </w: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  <w:r>
              <w:t>Орден Отечест-венной войны  11степени и медалями</w:t>
            </w: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126.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Федоров Петр Иванович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1913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  <w:r>
              <w:t>с. Александ -ровка</w:t>
            </w:r>
          </w:p>
          <w:p w:rsidR="00121E5E" w:rsidRDefault="00121E5E">
            <w:pPr>
              <w:spacing w:after="0" w:line="240" w:lineRule="auto"/>
            </w:pPr>
            <w:r>
              <w:t>Гремяченского района</w:t>
            </w: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  <w:r>
              <w:t>1939</w:t>
            </w: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  <w:r>
              <w:t>Под  Ельней</w:t>
            </w: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  <w:r>
              <w:t>Награжден медалями</w:t>
            </w: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  <w:r>
              <w:t>Умер в 1972 году</w:t>
            </w: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127.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Фокин Иван Алексеевич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1924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  <w:r>
              <w:t>с. Александ -ровка</w:t>
            </w:r>
          </w:p>
          <w:p w:rsidR="00121E5E" w:rsidRDefault="00121E5E">
            <w:pPr>
              <w:spacing w:after="0" w:line="240" w:lineRule="auto"/>
            </w:pPr>
            <w:r>
              <w:t>Гремяченского района</w:t>
            </w: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  <w:r>
              <w:t>1942</w:t>
            </w: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  <w:r>
              <w:t>На Белго-родском направле-нии в составе 57-го отдель-ного танкового полка.Освобождал Белгород,</w:t>
            </w:r>
          </w:p>
          <w:p w:rsidR="00121E5E" w:rsidRDefault="00121E5E">
            <w:pPr>
              <w:spacing w:after="0" w:line="240" w:lineRule="auto"/>
            </w:pPr>
            <w:r>
              <w:t>Харьков, Полтаву,</w:t>
            </w:r>
          </w:p>
          <w:p w:rsidR="00121E5E" w:rsidRDefault="00121E5E">
            <w:pPr>
              <w:spacing w:after="0" w:line="240" w:lineRule="auto"/>
            </w:pPr>
            <w:r>
              <w:t>Львов, Польшу,</w:t>
            </w:r>
          </w:p>
          <w:p w:rsidR="00121E5E" w:rsidRDefault="00121E5E">
            <w:pPr>
              <w:spacing w:after="0" w:line="240" w:lineRule="auto"/>
            </w:pPr>
            <w:r>
              <w:t>Прагу.,</w:t>
            </w: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  <w:r>
              <w:t>Орден Отечест-венной войны  1 и 11степени,</w:t>
            </w:r>
          </w:p>
          <w:p w:rsidR="00121E5E" w:rsidRDefault="00121E5E">
            <w:pPr>
              <w:spacing w:after="0" w:line="240" w:lineRule="auto"/>
            </w:pPr>
            <w:r>
              <w:t>Трудового Красного  Знамени, орденом Красной Звезды  и медалями</w:t>
            </w: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128.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Фокин Илья Дмитриевич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1912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  <w:r>
              <w:t>с. Костенки Гремяченского района</w:t>
            </w: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  <w:r>
              <w:t>1941</w:t>
            </w: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  <w:r>
              <w:t>Награжден медалями</w:t>
            </w: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  <w:r>
              <w:t>Умер в 1949 году</w:t>
            </w: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129.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Фокин Илья Дмитриевич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1912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  <w:r>
              <w:t>с. Костенки Гремяченского района</w:t>
            </w: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  <w:r>
              <w:t>1941</w:t>
            </w: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  <w:r>
              <w:t>Под Москвой, под Ельней</w:t>
            </w: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  <w:r>
              <w:t>Умер в 1950 году</w:t>
            </w: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130.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Харин Александр Васильевич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21.01.1919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  <w:r>
              <w:t>с. Костенки Гремяченского района</w:t>
            </w: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  <w:r>
              <w:t>1939</w:t>
            </w: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  <w:r>
              <w:t>На Центра-льном 1-ом Белорус-ском фронтах</w:t>
            </w: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  <w:r>
              <w:t xml:space="preserve"> 2 Орденами Отечест-венной войны   11степени,</w:t>
            </w:r>
          </w:p>
          <w:p w:rsidR="00121E5E" w:rsidRDefault="00121E5E">
            <w:pPr>
              <w:spacing w:after="0" w:line="240" w:lineRule="auto"/>
            </w:pPr>
            <w:r>
              <w:t xml:space="preserve"> орденом Красной Звезды  и медалями</w:t>
            </w: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131.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Хрипушин Тихон Александрович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1903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132.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Хрюкин Григорий Михайлович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1897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  <w:r>
              <w:t>с. Костенки Гремяченского района</w:t>
            </w: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  <w:r>
              <w:t>Под Сталинградом, в войне с Японией</w:t>
            </w: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  <w:r>
              <w:t>Награжден медалями</w:t>
            </w: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  <w:r>
              <w:t>Умер в 1979 году</w:t>
            </w: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133.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Чернышев Алексей  Иванович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07.11.1927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  <w:r>
              <w:t>с. Костенки Гремяченского района</w:t>
            </w: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  <w:r>
              <w:t>1945</w:t>
            </w: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  <w:r>
              <w:t>В войне я Японией</w:t>
            </w: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  <w:r>
              <w:t>Награжден медалями</w:t>
            </w: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134.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Чернышов Дмитрий Васильевич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1924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  <w:r>
              <w:t>с. Костенки Гремяченского района</w:t>
            </w: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  <w:r>
              <w:t>На разных фронтах ВОВ</w:t>
            </w: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  <w:r>
              <w:t>Полковник Авиации</w:t>
            </w: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  <w:r>
              <w:t>Орденами Отечест-венной войны 1 и 11степенеи</w:t>
            </w: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135.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Чернышев Егор Николаевич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1907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  <w:r>
              <w:t>с. Костенки Гремяченского района</w:t>
            </w: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  <w:r>
              <w:t>Орден Отечест-венной войны 1 и 11степени и медалями</w:t>
            </w: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  <w:r>
              <w:t>Умер в 1984 году</w:t>
            </w: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136.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Чернышов Иван тимофеевич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1922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  <w:r>
              <w:t>с. Костенки Гремяченского района</w:t>
            </w: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  <w:r>
              <w:t>1941</w:t>
            </w: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  <w:r>
              <w:t>На западном фронте,освобождал Минск, Варшаву</w:t>
            </w: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  <w:r>
              <w:t>Награжден медалями</w:t>
            </w: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  <w:r>
              <w:t>Умер в 1980 году</w:t>
            </w: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137.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Чернышев Михаил Сергеевич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1896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  <w:r>
              <w:t>с. Костенки Гремяченского района</w:t>
            </w: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  <w:r>
              <w:t>1941</w:t>
            </w: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  <w:r>
              <w:t>В Ленинг-раде</w:t>
            </w: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  <w:r>
              <w:t>Орден Отечест-венной войны  11степени и медалями</w:t>
            </w: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  <w:r>
              <w:t>Умер в 1990 году</w:t>
            </w: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138.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Чудинов Николай Иванович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21.06.1908</w:t>
            </w:r>
          </w:p>
        </w:tc>
        <w:tc>
          <w:tcPr>
            <w:tcW w:w="1623" w:type="dxa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/>
            </w:tblPr>
            <w:tblGrid>
              <w:gridCol w:w="1623"/>
            </w:tblGrid>
            <w:tr w:rsidR="00121E5E">
              <w:tc>
                <w:tcPr>
                  <w:tcW w:w="16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21E5E" w:rsidRDefault="00121E5E">
                  <w:pPr>
                    <w:spacing w:after="0" w:line="240" w:lineRule="auto"/>
                  </w:pPr>
                  <w:r>
                    <w:t>с. Костенки Гремяченского района</w:t>
                  </w:r>
                </w:p>
              </w:tc>
            </w:tr>
          </w:tbl>
          <w:p w:rsidR="00121E5E" w:rsidRDefault="00121E5E">
            <w:pPr>
              <w:spacing w:after="0" w:line="240" w:lineRule="auto"/>
            </w:pP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  <w:r>
              <w:t>1941</w:t>
            </w: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  <w:r>
              <w:t>В 172-й стрелковой дивизии</w:t>
            </w: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  <w:r>
              <w:t>Награжден медалями</w:t>
            </w: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  <w:r>
              <w:t>Умер в ноябре 1987 года</w:t>
            </w: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139.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Шаев Дмитрий Актанович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1907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140.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Шаев Иван Тихонович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1918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  <w:r>
              <w:t>с. Костенки Гремяченского района</w:t>
            </w: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  <w:r>
              <w:t>1939</w:t>
            </w: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  <w:r>
              <w:t>В составе 127-го мотострел-кового красно-знаменного полка и на Дальнем Востоке с Японией</w:t>
            </w: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  <w:r>
              <w:t>Орден Отечест-венной войны  11степени и медалями</w:t>
            </w: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141.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Шаев Петр Родионович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1886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  <w:r>
              <w:t>с. Костенки Гремяченского района</w:t>
            </w: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  <w:r>
              <w:t>1941</w:t>
            </w: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  <w:r>
              <w:t>На Калинин-ском направ-лении</w:t>
            </w: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  <w:r>
              <w:t>Награжден медалями</w:t>
            </w: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  <w:r>
              <w:t>Умер в 1972 году</w:t>
            </w: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142.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Шаева Анастасия Николаевна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07.11.1922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  <w:r>
              <w:t>с. Костёнки Гремяченского района</w:t>
            </w: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  <w:r>
              <w:t>1943</w:t>
            </w: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  <w:r>
              <w:t>В строй-бате на 1-ом Украин-ском  и 2-ом Бело-русском фронтах</w:t>
            </w: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  <w:r>
              <w:t>Орден Отечест-венной войны  11степени и медалями</w:t>
            </w: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143.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Юрьев Егор Петрович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1895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  <w:r>
              <w:t>с. Костёнки Гремяченского района</w:t>
            </w: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  <w:r>
              <w:t>1942</w:t>
            </w: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  <w:r>
              <w:t>В 44-м стрелковом батальоне</w:t>
            </w: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  <w:r>
              <w:t>Орден Отечест-венной войны  11степени и медалями</w:t>
            </w: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  <w:r>
              <w:t>Умер в 1977 году</w:t>
            </w: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  <w:tr w:rsidR="00121E5E" w:rsidTr="00562971">
        <w:tc>
          <w:tcPr>
            <w:tcW w:w="747" w:type="dxa"/>
          </w:tcPr>
          <w:p w:rsidR="00121E5E" w:rsidRDefault="00121E5E">
            <w:pPr>
              <w:spacing w:after="0" w:line="240" w:lineRule="auto"/>
            </w:pPr>
            <w:r>
              <w:t>143.</w:t>
            </w:r>
          </w:p>
        </w:tc>
        <w:tc>
          <w:tcPr>
            <w:tcW w:w="1476" w:type="dxa"/>
          </w:tcPr>
          <w:p w:rsidR="00121E5E" w:rsidRDefault="00121E5E">
            <w:pPr>
              <w:spacing w:after="0" w:line="240" w:lineRule="auto"/>
            </w:pPr>
            <w:r>
              <w:t>Юрьев Стефан Васильевич</w:t>
            </w:r>
          </w:p>
        </w:tc>
        <w:tc>
          <w:tcPr>
            <w:tcW w:w="1224" w:type="dxa"/>
          </w:tcPr>
          <w:p w:rsidR="00121E5E" w:rsidRDefault="00121E5E">
            <w:pPr>
              <w:spacing w:after="0" w:line="240" w:lineRule="auto"/>
            </w:pPr>
            <w:r>
              <w:t>25.03.1910</w:t>
            </w:r>
          </w:p>
        </w:tc>
        <w:tc>
          <w:tcPr>
            <w:tcW w:w="1623" w:type="dxa"/>
          </w:tcPr>
          <w:p w:rsidR="00121E5E" w:rsidRDefault="00121E5E">
            <w:pPr>
              <w:spacing w:after="0" w:line="240" w:lineRule="auto"/>
            </w:pPr>
            <w:r>
              <w:t>с. Костёнки Гремяченского района</w:t>
            </w:r>
          </w:p>
        </w:tc>
        <w:tc>
          <w:tcPr>
            <w:tcW w:w="1168" w:type="dxa"/>
          </w:tcPr>
          <w:p w:rsidR="00121E5E" w:rsidRDefault="00121E5E">
            <w:pPr>
              <w:spacing w:after="0" w:line="240" w:lineRule="auto"/>
            </w:pPr>
            <w:r>
              <w:t>1941</w:t>
            </w:r>
          </w:p>
        </w:tc>
        <w:tc>
          <w:tcPr>
            <w:tcW w:w="1144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1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987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67" w:type="dxa"/>
          </w:tcPr>
          <w:p w:rsidR="00121E5E" w:rsidRDefault="00121E5E">
            <w:pPr>
              <w:spacing w:after="0" w:line="240" w:lineRule="auto"/>
            </w:pPr>
            <w:r>
              <w:t>Награжден медалями</w:t>
            </w:r>
          </w:p>
        </w:tc>
        <w:tc>
          <w:tcPr>
            <w:tcW w:w="1418" w:type="dxa"/>
          </w:tcPr>
          <w:p w:rsidR="00121E5E" w:rsidRDefault="00121E5E">
            <w:pPr>
              <w:spacing w:after="0" w:line="240" w:lineRule="auto"/>
            </w:pPr>
            <w:r>
              <w:t>Умер 09.11.1970</w:t>
            </w:r>
          </w:p>
        </w:tc>
        <w:tc>
          <w:tcPr>
            <w:tcW w:w="1022" w:type="dxa"/>
          </w:tcPr>
          <w:p w:rsidR="00121E5E" w:rsidRDefault="00121E5E">
            <w:pPr>
              <w:spacing w:after="0" w:line="240" w:lineRule="auto"/>
            </w:pPr>
          </w:p>
        </w:tc>
        <w:tc>
          <w:tcPr>
            <w:tcW w:w="1323" w:type="dxa"/>
          </w:tcPr>
          <w:p w:rsidR="00121E5E" w:rsidRDefault="00121E5E">
            <w:pPr>
              <w:spacing w:after="0" w:line="240" w:lineRule="auto"/>
            </w:pPr>
            <w:r>
              <w:t>нет</w:t>
            </w:r>
          </w:p>
        </w:tc>
      </w:tr>
    </w:tbl>
    <w:p w:rsidR="00121E5E" w:rsidRPr="00F375BD" w:rsidRDefault="00121E5E" w:rsidP="00F375BD">
      <w:pPr>
        <w:spacing w:line="240" w:lineRule="auto"/>
        <w:ind w:left="-567" w:right="-512"/>
        <w:rPr>
          <w:rFonts w:ascii="Times New Roman" w:hAnsi="Times New Roman"/>
          <w:sz w:val="28"/>
          <w:szCs w:val="28"/>
        </w:rPr>
      </w:pPr>
    </w:p>
    <w:sectPr w:rsidR="00121E5E" w:rsidRPr="00F375BD" w:rsidSect="00F43F68">
      <w:pgSz w:w="16838" w:h="11906" w:orient="landscape"/>
      <w:pgMar w:top="851" w:right="1134" w:bottom="136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06FA"/>
    <w:rsid w:val="00006DE6"/>
    <w:rsid w:val="000D020A"/>
    <w:rsid w:val="000E5C21"/>
    <w:rsid w:val="00121E5E"/>
    <w:rsid w:val="002815C2"/>
    <w:rsid w:val="002B1840"/>
    <w:rsid w:val="003465DB"/>
    <w:rsid w:val="00357436"/>
    <w:rsid w:val="003B6B5E"/>
    <w:rsid w:val="003E41C0"/>
    <w:rsid w:val="003F06FA"/>
    <w:rsid w:val="00420879"/>
    <w:rsid w:val="00481317"/>
    <w:rsid w:val="00490548"/>
    <w:rsid w:val="00562971"/>
    <w:rsid w:val="0064506B"/>
    <w:rsid w:val="00697B8F"/>
    <w:rsid w:val="00773C0E"/>
    <w:rsid w:val="0078642A"/>
    <w:rsid w:val="007C75E8"/>
    <w:rsid w:val="00936E9A"/>
    <w:rsid w:val="00957A87"/>
    <w:rsid w:val="00AF1B76"/>
    <w:rsid w:val="00B06856"/>
    <w:rsid w:val="00BB1354"/>
    <w:rsid w:val="00C364EE"/>
    <w:rsid w:val="00CA16F4"/>
    <w:rsid w:val="00CB3931"/>
    <w:rsid w:val="00CF43E4"/>
    <w:rsid w:val="00DB2E7A"/>
    <w:rsid w:val="00E63DC7"/>
    <w:rsid w:val="00E81866"/>
    <w:rsid w:val="00EE24DD"/>
    <w:rsid w:val="00F375BD"/>
    <w:rsid w:val="00F43F68"/>
    <w:rsid w:val="00FA4C9D"/>
    <w:rsid w:val="00FB1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64EE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562971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562971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562971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62971"/>
    <w:rPr>
      <w:rFonts w:ascii="Cambria" w:eastAsia="Times New Roman" w:hAnsi="Cambria" w:cs="Times New Roman"/>
      <w:b/>
      <w:bCs/>
      <w:color w:val="365F91"/>
      <w:sz w:val="28"/>
      <w:szCs w:val="28"/>
      <w:lang w:val="ru-RU" w:eastAsia="en-US" w:bidi="ar-S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62971"/>
    <w:rPr>
      <w:rFonts w:ascii="Cambria" w:eastAsia="Times New Roman" w:hAnsi="Cambria" w:cs="Times New Roman"/>
      <w:b/>
      <w:bCs/>
      <w:color w:val="4F81BD"/>
      <w:sz w:val="26"/>
      <w:szCs w:val="26"/>
      <w:lang w:val="ru-RU" w:eastAsia="en-US" w:bidi="ar-S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62971"/>
    <w:rPr>
      <w:rFonts w:ascii="Cambria" w:eastAsia="Times New Roman" w:hAnsi="Cambria" w:cs="Times New Roman"/>
      <w:b/>
      <w:bCs/>
      <w:color w:val="4F81BD"/>
      <w:sz w:val="22"/>
      <w:szCs w:val="22"/>
      <w:lang w:val="ru-RU" w:eastAsia="en-US"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62971"/>
    <w:rPr>
      <w:rFonts w:ascii="Tahoma" w:hAnsi="Tahoma" w:cs="Tahoma"/>
      <w:sz w:val="16"/>
      <w:szCs w:val="16"/>
      <w:lang w:val="ru-RU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5629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EC1981"/>
    <w:rPr>
      <w:rFonts w:ascii="Times New Roman" w:hAnsi="Times New Roman"/>
      <w:sz w:val="0"/>
      <w:szCs w:val="0"/>
      <w:lang w:eastAsia="en-US"/>
    </w:rPr>
  </w:style>
  <w:style w:type="paragraph" w:styleId="NoSpacing">
    <w:name w:val="No Spacing"/>
    <w:uiPriority w:val="99"/>
    <w:qFormat/>
    <w:rsid w:val="00562971"/>
    <w:rPr>
      <w:lang w:eastAsia="en-US"/>
    </w:rPr>
  </w:style>
  <w:style w:type="table" w:styleId="TableGrid">
    <w:name w:val="Table Grid"/>
    <w:basedOn w:val="TableNormal"/>
    <w:uiPriority w:val="99"/>
    <w:locked/>
    <w:rsid w:val="00562971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161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196</TotalTime>
  <Pages>22</Pages>
  <Words>2600</Words>
  <Characters>14825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</cp:revision>
  <dcterms:created xsi:type="dcterms:W3CDTF">2024-11-05T07:16:00Z</dcterms:created>
  <dcterms:modified xsi:type="dcterms:W3CDTF">2024-11-06T05:44:00Z</dcterms:modified>
</cp:coreProperties>
</file>