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46" w:rsidRPr="00CB2159" w:rsidRDefault="00B81946" w:rsidP="00C96404">
      <w:pPr>
        <w:pStyle w:val="BodyTextIndent"/>
        <w:ind w:left="0" w:firstLine="4253"/>
        <w:jc w:val="center"/>
        <w:rPr>
          <w:sz w:val="30"/>
        </w:rPr>
      </w:pPr>
      <w:r>
        <w:rPr>
          <w:sz w:val="30"/>
        </w:rPr>
        <w:t xml:space="preserve">                                                                      </w:t>
      </w:r>
      <w:r w:rsidRPr="00CB2159">
        <w:rPr>
          <w:sz w:val="30"/>
        </w:rPr>
        <w:t>Приложение 1</w:t>
      </w:r>
    </w:p>
    <w:p w:rsidR="00B81946" w:rsidRPr="00875AFA" w:rsidRDefault="00B81946" w:rsidP="00C96404">
      <w:pPr>
        <w:pStyle w:val="1"/>
        <w:ind w:firstLine="4253"/>
        <w:jc w:val="center"/>
        <w:rPr>
          <w:sz w:val="30"/>
        </w:rPr>
      </w:pPr>
      <w:r w:rsidRPr="00875AFA">
        <w:rPr>
          <w:sz w:val="30"/>
        </w:rPr>
        <w:t>к решению Совета народных депутатов</w:t>
      </w:r>
    </w:p>
    <w:p w:rsidR="00B81946" w:rsidRPr="00875AFA" w:rsidRDefault="00B81946" w:rsidP="00C96404">
      <w:pPr>
        <w:pStyle w:val="1"/>
        <w:ind w:firstLine="4253"/>
        <w:jc w:val="center"/>
        <w:rPr>
          <w:sz w:val="30"/>
        </w:rPr>
      </w:pPr>
      <w:r w:rsidRPr="00875AFA">
        <w:rPr>
          <w:sz w:val="30"/>
        </w:rPr>
        <w:t>Хохольского муниципального района</w:t>
      </w:r>
    </w:p>
    <w:p w:rsidR="00B81946" w:rsidRDefault="00B81946" w:rsidP="00C96404">
      <w:pPr>
        <w:rPr>
          <w:sz w:val="30"/>
        </w:rPr>
      </w:pPr>
      <w:r>
        <w:rPr>
          <w:sz w:val="30"/>
        </w:rPr>
        <w:t xml:space="preserve">                                                                                                                              о</w:t>
      </w:r>
      <w:r w:rsidRPr="00875AFA">
        <w:rPr>
          <w:sz w:val="30"/>
        </w:rPr>
        <w:t>т</w:t>
      </w:r>
      <w:r>
        <w:rPr>
          <w:sz w:val="30"/>
        </w:rPr>
        <w:t xml:space="preserve"> 22.12.</w:t>
      </w:r>
      <w:r w:rsidRPr="00875AFA">
        <w:rPr>
          <w:sz w:val="30"/>
        </w:rPr>
        <w:t>2011 г</w:t>
      </w:r>
      <w:r>
        <w:rPr>
          <w:sz w:val="30"/>
        </w:rPr>
        <w:t>ода</w:t>
      </w:r>
      <w:r w:rsidRPr="00875AFA">
        <w:rPr>
          <w:sz w:val="30"/>
        </w:rPr>
        <w:t xml:space="preserve"> </w:t>
      </w:r>
      <w:r>
        <w:rPr>
          <w:sz w:val="30"/>
        </w:rPr>
        <w:t>№ 51</w:t>
      </w:r>
    </w:p>
    <w:p w:rsidR="00B81946" w:rsidRDefault="00B81946" w:rsidP="00C96404">
      <w:pPr>
        <w:jc w:val="center"/>
        <w:rPr>
          <w:b/>
          <w:bCs/>
          <w:sz w:val="28"/>
          <w:szCs w:val="28"/>
        </w:rPr>
      </w:pPr>
    </w:p>
    <w:p w:rsidR="00B81946" w:rsidRDefault="00B81946" w:rsidP="00C96404">
      <w:pPr>
        <w:jc w:val="center"/>
        <w:rPr>
          <w:b/>
          <w:bCs/>
          <w:sz w:val="28"/>
          <w:szCs w:val="28"/>
        </w:rPr>
      </w:pPr>
    </w:p>
    <w:p w:rsidR="00B81946" w:rsidRDefault="00B81946" w:rsidP="00C964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внутреннего финансирования дефицита </w:t>
      </w:r>
    </w:p>
    <w:p w:rsidR="00B81946" w:rsidRPr="00CB2159" w:rsidRDefault="00B81946" w:rsidP="00C964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бюджета Хохольского муниципального района на </w:t>
      </w:r>
      <w:r w:rsidRPr="00CB2159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2</w:t>
      </w:r>
      <w:r w:rsidRPr="00CB21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 и на плановый период </w:t>
      </w:r>
      <w:r w:rsidRPr="00CB2159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3</w:t>
      </w:r>
      <w:r w:rsidRPr="00CB21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CB2159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4</w:t>
      </w:r>
      <w:r w:rsidRPr="00CB21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B81946" w:rsidRDefault="00B81946" w:rsidP="00C96404">
      <w:pPr>
        <w:pStyle w:val="BodyTextIndent"/>
        <w:ind w:left="0" w:firstLine="4253"/>
        <w:rPr>
          <w:szCs w:val="28"/>
        </w:rPr>
      </w:pPr>
    </w:p>
    <w:p w:rsidR="00B81946" w:rsidRDefault="00B81946" w:rsidP="00C96404">
      <w:pPr>
        <w:pStyle w:val="BodyTextIndent"/>
        <w:ind w:left="0" w:firstLine="4253"/>
        <w:rPr>
          <w:szCs w:val="28"/>
        </w:rPr>
      </w:pPr>
      <w:r>
        <w:rPr>
          <w:szCs w:val="28"/>
        </w:rPr>
        <w:t xml:space="preserve">Сумма </w:t>
      </w:r>
      <w:r w:rsidRPr="00CB2159">
        <w:rPr>
          <w:szCs w:val="28"/>
        </w:rPr>
        <w:t>(тыс.</w:t>
      </w:r>
      <w:r w:rsidRPr="00CB2159">
        <w:rPr>
          <w:szCs w:val="28"/>
          <w:lang w:val="en-US"/>
        </w:rPr>
        <w:t xml:space="preserve"> </w:t>
      </w:r>
      <w:r w:rsidRPr="00CB2159">
        <w:rPr>
          <w:szCs w:val="28"/>
        </w:rPr>
        <w:t>рублей)</w:t>
      </w:r>
    </w:p>
    <w:p w:rsidR="00B81946" w:rsidRDefault="00B81946" w:rsidP="00C96404">
      <w:pPr>
        <w:pStyle w:val="BodyTextIndent"/>
        <w:ind w:left="0" w:firstLine="4253"/>
        <w:rPr>
          <w:szCs w:val="28"/>
        </w:rPr>
      </w:pPr>
    </w:p>
    <w:p w:rsidR="00B81946" w:rsidRDefault="00B81946" w:rsidP="00C96404">
      <w:pPr>
        <w:pStyle w:val="BodyTextIndent"/>
        <w:ind w:left="0" w:firstLine="4253"/>
        <w:rPr>
          <w:sz w:val="4"/>
          <w:szCs w:val="4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5954"/>
        <w:gridCol w:w="3260"/>
        <w:gridCol w:w="1559"/>
        <w:gridCol w:w="1560"/>
        <w:gridCol w:w="1701"/>
      </w:tblGrid>
      <w:tr w:rsidR="00B81946" w:rsidTr="00C96404">
        <w:trPr>
          <w:trHeight w:val="315"/>
        </w:trPr>
        <w:tc>
          <w:tcPr>
            <w:tcW w:w="582" w:type="dxa"/>
            <w:vAlign w:val="center"/>
          </w:tcPr>
          <w:p w:rsidR="00B81946" w:rsidRDefault="00B81946" w:rsidP="00CE4BB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                                 п/п</w:t>
            </w:r>
          </w:p>
        </w:tc>
        <w:tc>
          <w:tcPr>
            <w:tcW w:w="5954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559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2012 год</w:t>
            </w:r>
          </w:p>
        </w:tc>
        <w:tc>
          <w:tcPr>
            <w:tcW w:w="1560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  <w:tc>
          <w:tcPr>
            <w:tcW w:w="1701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</w:tr>
      <w:tr w:rsidR="00B81946" w:rsidTr="00C96404">
        <w:trPr>
          <w:trHeight w:val="315"/>
        </w:trPr>
        <w:tc>
          <w:tcPr>
            <w:tcW w:w="582" w:type="dxa"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81946" w:rsidTr="00C96404">
        <w:trPr>
          <w:trHeight w:val="315"/>
        </w:trPr>
        <w:tc>
          <w:tcPr>
            <w:tcW w:w="582" w:type="dxa"/>
            <w:vAlign w:val="center"/>
          </w:tcPr>
          <w:p w:rsidR="00B81946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1559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8 900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6 564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7 239</w:t>
            </w:r>
            <w:r w:rsidRPr="00083769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 w:val="restart"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01 02 00 00 00 0000 000</w:t>
            </w:r>
          </w:p>
        </w:tc>
        <w:tc>
          <w:tcPr>
            <w:tcW w:w="1559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14 000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5 000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5 000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01 02 00 00 00 0000 700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14 000,0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5 000,0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5 000,0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01 02 00 00 05 0000 710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14 000,0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5 000,0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5 000,0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Align w:val="center"/>
          </w:tcPr>
          <w:p w:rsidR="00B81946" w:rsidRDefault="00B81946" w:rsidP="00CE4BB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                                 п/п</w:t>
            </w:r>
          </w:p>
        </w:tc>
        <w:tc>
          <w:tcPr>
            <w:tcW w:w="5954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559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2012 год</w:t>
            </w:r>
          </w:p>
        </w:tc>
        <w:tc>
          <w:tcPr>
            <w:tcW w:w="1560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  <w:tc>
          <w:tcPr>
            <w:tcW w:w="1701" w:type="dxa"/>
            <w:vAlign w:val="center"/>
          </w:tcPr>
          <w:p w:rsidR="00B81946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Align w:val="center"/>
          </w:tcPr>
          <w:p w:rsidR="00B81946" w:rsidRPr="00C96404" w:rsidRDefault="00B81946" w:rsidP="00CE4BB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 w:val="restart"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01 03 00 00 00 0000 000</w:t>
            </w:r>
          </w:p>
        </w:tc>
        <w:tc>
          <w:tcPr>
            <w:tcW w:w="1559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-14 000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01 03 00 00 00 0000 800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-14 000,0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Погашение бюджетами муниципальных районов  кредитов от других бюджетов бюджетной системы  Российской Федерации в валюте Российской  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01 03 00 00 05 0000 810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-14 000,0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 w:val="restart"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1559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8 900,0</w:t>
            </w:r>
          </w:p>
        </w:tc>
        <w:tc>
          <w:tcPr>
            <w:tcW w:w="1560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083769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564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B81946" w:rsidRPr="00083769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2 239,0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01 05 00 00 00 0000 500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263 630,5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262 238,3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270 790,9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01 05 02 01 05 0000 510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263 630,5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262 238,3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270 790,9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01 05 00 00 00 0000 600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272 530,5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263 802,3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273 029,9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01 05 02 01 05 0000 610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272 530,5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263 802,3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273 029,9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 w:val="restart"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Иные источники внутреннего финансирования  дефицитов бюджетов</w:t>
            </w:r>
          </w:p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C96404">
              <w:rPr>
                <w:b/>
                <w:bCs/>
                <w:sz w:val="28"/>
                <w:szCs w:val="28"/>
              </w:rPr>
              <w:t xml:space="preserve"> 00 00 00 0000 000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Бюджетные кредиты, предоставленные внутри  страны в валюте Российской Федерации</w:t>
            </w:r>
          </w:p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B81946" w:rsidRPr="00C96404" w:rsidRDefault="00B8194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C96404">
              <w:rPr>
                <w:b/>
                <w:bCs/>
                <w:sz w:val="28"/>
                <w:szCs w:val="28"/>
              </w:rPr>
              <w:t xml:space="preserve">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96404">
              <w:rPr>
                <w:b/>
                <w:bCs/>
                <w:sz w:val="28"/>
                <w:szCs w:val="28"/>
              </w:rPr>
              <w:t xml:space="preserve"> 00 00 0000 000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1946" w:rsidTr="00CE4BBA">
        <w:trPr>
          <w:trHeight w:val="315"/>
        </w:trPr>
        <w:tc>
          <w:tcPr>
            <w:tcW w:w="582" w:type="dxa"/>
            <w:vAlign w:val="center"/>
          </w:tcPr>
          <w:p w:rsidR="00B81946" w:rsidRDefault="00B81946" w:rsidP="00CC43F3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                                 п/п</w:t>
            </w:r>
          </w:p>
        </w:tc>
        <w:tc>
          <w:tcPr>
            <w:tcW w:w="5954" w:type="dxa"/>
            <w:vAlign w:val="center"/>
          </w:tcPr>
          <w:p w:rsidR="00B81946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B81946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559" w:type="dxa"/>
            <w:vAlign w:val="center"/>
          </w:tcPr>
          <w:p w:rsidR="00B81946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2012 год</w:t>
            </w:r>
          </w:p>
        </w:tc>
        <w:tc>
          <w:tcPr>
            <w:tcW w:w="1560" w:type="dxa"/>
            <w:vAlign w:val="center"/>
          </w:tcPr>
          <w:p w:rsidR="00B81946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  <w:tc>
          <w:tcPr>
            <w:tcW w:w="1701" w:type="dxa"/>
            <w:vAlign w:val="center"/>
          </w:tcPr>
          <w:p w:rsidR="00B81946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Align w:val="center"/>
          </w:tcPr>
          <w:p w:rsidR="00B81946" w:rsidRPr="00C96404" w:rsidRDefault="00B81946" w:rsidP="00CC43F3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B81946" w:rsidRPr="00C96404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81946" w:rsidRPr="00C96404" w:rsidRDefault="00B8194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81946" w:rsidTr="00CE4BBA">
        <w:trPr>
          <w:trHeight w:val="315"/>
        </w:trPr>
        <w:tc>
          <w:tcPr>
            <w:tcW w:w="582" w:type="dxa"/>
            <w:vMerge w:val="restart"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994E59">
              <w:rPr>
                <w:b/>
                <w:bCs/>
                <w:sz w:val="28"/>
                <w:szCs w:val="28"/>
              </w:rPr>
              <w:t>01 06 05 00 00 0000 600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994E59">
              <w:rPr>
                <w:b/>
                <w:bCs/>
                <w:sz w:val="28"/>
                <w:szCs w:val="28"/>
              </w:rPr>
              <w:t>01 06 05 02 05 0000 640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Предоставление бюджетных кредитов внутри  страны в валюте Российской Федерации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  <w:r w:rsidRPr="00994E59">
              <w:rPr>
                <w:b/>
                <w:bCs/>
                <w:sz w:val="28"/>
                <w:szCs w:val="28"/>
              </w:rPr>
              <w:t>1 06 05 00 00 0000 500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1946" w:rsidTr="00CE4BBA">
        <w:trPr>
          <w:trHeight w:val="315"/>
        </w:trPr>
        <w:tc>
          <w:tcPr>
            <w:tcW w:w="582" w:type="dxa"/>
            <w:vMerge/>
            <w:vAlign w:val="center"/>
          </w:tcPr>
          <w:p w:rsidR="00B81946" w:rsidRPr="00C96404" w:rsidRDefault="00B8194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</w:t>
            </w:r>
          </w:p>
        </w:tc>
        <w:tc>
          <w:tcPr>
            <w:tcW w:w="3260" w:type="dxa"/>
            <w:vAlign w:val="center"/>
          </w:tcPr>
          <w:p w:rsidR="00B81946" w:rsidRPr="00C96404" w:rsidRDefault="00B8194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  <w:r w:rsidRPr="00CE4BBA">
              <w:rPr>
                <w:b/>
                <w:bCs/>
                <w:sz w:val="28"/>
                <w:szCs w:val="28"/>
              </w:rPr>
              <w:t>1 06 05 02 05 0000 540</w:t>
            </w:r>
          </w:p>
        </w:tc>
        <w:tc>
          <w:tcPr>
            <w:tcW w:w="1559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-1000,0</w:t>
            </w:r>
          </w:p>
        </w:tc>
        <w:tc>
          <w:tcPr>
            <w:tcW w:w="1560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81946" w:rsidRPr="00C96404" w:rsidRDefault="00B8194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81946" w:rsidRDefault="00B81946" w:rsidP="00C96404"/>
    <w:sectPr w:rsidR="00B81946" w:rsidSect="00C964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404"/>
    <w:rsid w:val="00067479"/>
    <w:rsid w:val="00083769"/>
    <w:rsid w:val="001138F2"/>
    <w:rsid w:val="0011630B"/>
    <w:rsid w:val="001357D3"/>
    <w:rsid w:val="00167456"/>
    <w:rsid w:val="001E5AB4"/>
    <w:rsid w:val="003312AB"/>
    <w:rsid w:val="005773D5"/>
    <w:rsid w:val="005C6FF2"/>
    <w:rsid w:val="00626CDB"/>
    <w:rsid w:val="00667D59"/>
    <w:rsid w:val="00671474"/>
    <w:rsid w:val="006D45B8"/>
    <w:rsid w:val="0074790B"/>
    <w:rsid w:val="00875AFA"/>
    <w:rsid w:val="008760F6"/>
    <w:rsid w:val="00937EFD"/>
    <w:rsid w:val="00994E59"/>
    <w:rsid w:val="00A02CB8"/>
    <w:rsid w:val="00B81946"/>
    <w:rsid w:val="00C93647"/>
    <w:rsid w:val="00C96404"/>
    <w:rsid w:val="00CB2159"/>
    <w:rsid w:val="00CC43F3"/>
    <w:rsid w:val="00CE3DC9"/>
    <w:rsid w:val="00CE4BBA"/>
    <w:rsid w:val="00DE5556"/>
    <w:rsid w:val="00E0355B"/>
    <w:rsid w:val="00E475C5"/>
    <w:rsid w:val="00ED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40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uiPriority w:val="99"/>
    <w:rsid w:val="00C96404"/>
    <w:pPr>
      <w:ind w:left="5103"/>
      <w:jc w:val="right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1"/>
    <w:uiPriority w:val="99"/>
    <w:locked/>
    <w:rsid w:val="00C96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C96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Основной текст с отступом1"/>
    <w:basedOn w:val="Normal"/>
    <w:link w:val="BodyTextIndentChar"/>
    <w:uiPriority w:val="99"/>
    <w:rsid w:val="00C96404"/>
    <w:pPr>
      <w:ind w:left="5103"/>
      <w:jc w:val="right"/>
    </w:pPr>
    <w:rPr>
      <w:rFonts w:eastAsia="Calibri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3</Pages>
  <Words>469</Words>
  <Characters>2677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User</cp:lastModifiedBy>
  <cp:revision>6</cp:revision>
  <cp:lastPrinted>2011-12-20T05:23:00Z</cp:lastPrinted>
  <dcterms:created xsi:type="dcterms:W3CDTF">2011-12-01T14:31:00Z</dcterms:created>
  <dcterms:modified xsi:type="dcterms:W3CDTF">2011-12-23T13:42:00Z</dcterms:modified>
</cp:coreProperties>
</file>